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33" w:rsidRDefault="00A70333" w:rsidP="00A70333">
      <w:pPr>
        <w:autoSpaceDE w:val="0"/>
        <w:autoSpaceDN w:val="0"/>
        <w:adjustRightInd w:val="0"/>
        <w:ind w:firstLineChars="1050" w:firstLine="3373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TELE2_RU_MF710HDV1.0.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1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3</w:t>
      </w:r>
    </w:p>
    <w:p w:rsidR="00A70333" w:rsidRDefault="00A70333" w:rsidP="00A70333">
      <w:pPr>
        <w:autoSpaceDE w:val="0"/>
        <w:autoSpaceDN w:val="0"/>
        <w:adjustRightInd w:val="0"/>
        <w:ind w:firstLineChars="1850" w:firstLine="5943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A70333" w:rsidRDefault="00A70333" w:rsidP="00A70333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A70333" w:rsidRDefault="00A70333" w:rsidP="00A70333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May.09, 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>20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17</w:t>
      </w:r>
    </w:p>
    <w:p w:rsidR="00A70333" w:rsidRDefault="00A70333" w:rsidP="00A70333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A70333" w:rsidRDefault="00A70333" w:rsidP="00A70333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A70333" w:rsidRDefault="00A70333" w:rsidP="00A70333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Pr="0000385D">
          <w:rPr>
            <w:rStyle w:val="a7"/>
            <w:rFonts w:ascii="Arial" w:hAnsi="Arial" w:cs="Arial"/>
            <w:noProof/>
            <w:kern w:val="0"/>
          </w:rPr>
          <w:t>1.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0333" w:rsidRDefault="00A70333" w:rsidP="00A70333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Pr="0000385D">
          <w:rPr>
            <w:rStyle w:val="a7"/>
            <w:noProof/>
            <w:kern w:val="0"/>
          </w:rPr>
          <w:t>2.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0333" w:rsidRDefault="00A70333" w:rsidP="00A70333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Pr="0000385D">
          <w:rPr>
            <w:rStyle w:val="a7"/>
            <w:noProof/>
            <w:kern w:val="0"/>
          </w:rPr>
          <w:t>3.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  <w:kern w:val="0"/>
          </w:rPr>
          <w:t>下属版本变更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0333" w:rsidRDefault="00A70333" w:rsidP="00A70333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Pr="0000385D">
          <w:rPr>
            <w:rStyle w:val="a7"/>
            <w:rFonts w:ascii="Calibri" w:hAnsi="Calibri"/>
            <w:noProof/>
          </w:rPr>
          <w:t>4.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</w:rPr>
          <w:t>集成</w:t>
        </w:r>
        <w:r w:rsidRPr="0000385D">
          <w:rPr>
            <w:rStyle w:val="a7"/>
            <w:rFonts w:hint="eastAsia"/>
            <w:noProof/>
            <w:kern w:val="0"/>
          </w:rPr>
          <w:t>版本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0333" w:rsidRDefault="00A70333" w:rsidP="00A70333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A70333" w:rsidRDefault="00A70333" w:rsidP="00A70333">
      <w:pPr>
        <w:rPr>
          <w:rFonts w:ascii="Arial" w:hAnsi="Arial" w:cs="Arial"/>
        </w:rPr>
      </w:pPr>
    </w:p>
    <w:p w:rsidR="00A70333" w:rsidRDefault="00A70333" w:rsidP="00A70333">
      <w:pPr>
        <w:rPr>
          <w:rFonts w:ascii="Arial" w:hAnsi="Arial" w:cs="Arial"/>
        </w:rPr>
      </w:pPr>
    </w:p>
    <w:p w:rsidR="00A70333" w:rsidRDefault="00A70333" w:rsidP="00A70333">
      <w:pPr>
        <w:rPr>
          <w:rFonts w:ascii="Arial" w:hAnsi="Arial" w:cs="Arial"/>
        </w:rPr>
      </w:pPr>
    </w:p>
    <w:p w:rsidR="00A70333" w:rsidRDefault="00A70333" w:rsidP="00A7033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0333" w:rsidRDefault="00A70333" w:rsidP="00A70333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A70333" w:rsidRDefault="00A70333" w:rsidP="00A70333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49"/>
        <w:gridCol w:w="5565"/>
      </w:tblGrid>
      <w:tr w:rsidR="00A70333" w:rsidTr="00BF6496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70333" w:rsidRDefault="00A70333" w:rsidP="00BF649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A70333" w:rsidRDefault="00A70333" w:rsidP="00BF649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MF710</w:t>
            </w:r>
          </w:p>
        </w:tc>
      </w:tr>
      <w:tr w:rsidR="00A70333" w:rsidTr="00BF6496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70333" w:rsidRDefault="00A70333" w:rsidP="00BF649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A70333" w:rsidRPr="002C0C5D" w:rsidRDefault="00A70333" w:rsidP="000C254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 w:rsidR="000C2545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A70333" w:rsidRDefault="00A70333" w:rsidP="00A70333">
      <w:pPr>
        <w:rPr>
          <w:rFonts w:ascii="Arial" w:hAnsi="Arial" w:cs="Arial"/>
          <w:kern w:val="0"/>
          <w:szCs w:val="12"/>
        </w:rPr>
      </w:pPr>
    </w:p>
    <w:p w:rsidR="00A70333" w:rsidRDefault="00A70333" w:rsidP="00A70333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A70333" w:rsidRDefault="00A70333" w:rsidP="00A70333">
      <w:pPr>
        <w:rPr>
          <w:rFonts w:ascii="Arial" w:hAnsi="Arial" w:cs="Arial"/>
        </w:rPr>
      </w:pPr>
    </w:p>
    <w:p w:rsidR="00A70333" w:rsidRDefault="00A70333" w:rsidP="00A70333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A70333" w:rsidTr="00BF6496">
        <w:tc>
          <w:tcPr>
            <w:tcW w:w="1548" w:type="dxa"/>
          </w:tcPr>
          <w:p w:rsidR="00A70333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A70333" w:rsidRDefault="00A70333" w:rsidP="00BF6496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A70333" w:rsidTr="00BF6496">
        <w:tc>
          <w:tcPr>
            <w:tcW w:w="1548" w:type="dxa"/>
          </w:tcPr>
          <w:p w:rsidR="00A70333" w:rsidRPr="0014509D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10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31</w:t>
            </w:r>
          </w:p>
        </w:tc>
        <w:tc>
          <w:tcPr>
            <w:tcW w:w="5886" w:type="dxa"/>
          </w:tcPr>
          <w:p w:rsidR="00A70333" w:rsidRPr="005E0FC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TELE2_RU_MF710HDV1.0.0B01</w:t>
            </w:r>
          </w:p>
        </w:tc>
      </w:tr>
      <w:tr w:rsidR="00A70333" w:rsidTr="00BF6496">
        <w:tc>
          <w:tcPr>
            <w:tcW w:w="1548" w:type="dxa"/>
          </w:tcPr>
          <w:p w:rsidR="00A70333" w:rsidRPr="0014509D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11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18</w:t>
            </w:r>
          </w:p>
        </w:tc>
        <w:tc>
          <w:tcPr>
            <w:tcW w:w="5886" w:type="dxa"/>
          </w:tcPr>
          <w:p w:rsidR="00A70333" w:rsidRPr="005E0FC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A70333" w:rsidTr="00BF6496">
        <w:tc>
          <w:tcPr>
            <w:tcW w:w="1548" w:type="dxa"/>
          </w:tcPr>
          <w:p w:rsidR="00A70333" w:rsidRPr="0014509D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01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23</w:t>
            </w:r>
          </w:p>
        </w:tc>
        <w:tc>
          <w:tcPr>
            <w:tcW w:w="5886" w:type="dxa"/>
          </w:tcPr>
          <w:p w:rsidR="00A70333" w:rsidRPr="005E0FC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A70333" w:rsidTr="00BF6496">
        <w:tc>
          <w:tcPr>
            <w:tcW w:w="1548" w:type="dxa"/>
          </w:tcPr>
          <w:p w:rsidR="00A70333" w:rsidRPr="0014509D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08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26</w:t>
            </w:r>
          </w:p>
        </w:tc>
        <w:tc>
          <w:tcPr>
            <w:tcW w:w="5886" w:type="dxa"/>
          </w:tcPr>
          <w:p w:rsidR="00A70333" w:rsidRPr="005E0FC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</w:p>
        </w:tc>
      </w:tr>
      <w:tr w:rsidR="00A70333" w:rsidTr="00BF6496">
        <w:tc>
          <w:tcPr>
            <w:tcW w:w="1548" w:type="dxa"/>
          </w:tcPr>
          <w:p w:rsidR="00A70333" w:rsidRPr="0014509D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01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</w:t>
            </w:r>
          </w:p>
        </w:tc>
        <w:tc>
          <w:tcPr>
            <w:tcW w:w="5886" w:type="dxa"/>
          </w:tcPr>
          <w:p w:rsidR="00A70333" w:rsidRPr="005E0FC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0C2545" w:rsidTr="00BF6496">
        <w:tc>
          <w:tcPr>
            <w:tcW w:w="1548" w:type="dxa"/>
          </w:tcPr>
          <w:p w:rsidR="000C2545" w:rsidRPr="0014509D" w:rsidRDefault="000C2545" w:rsidP="000C254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09</w:t>
            </w:r>
          </w:p>
        </w:tc>
        <w:tc>
          <w:tcPr>
            <w:tcW w:w="5886" w:type="dxa"/>
          </w:tcPr>
          <w:p w:rsidR="000C2545" w:rsidRPr="005E0FC7" w:rsidRDefault="000C2545" w:rsidP="000C254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A70333" w:rsidRDefault="00A70333" w:rsidP="00A70333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A70333" w:rsidRDefault="00A70333" w:rsidP="00A70333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</w:p>
    <w:p w:rsidR="00A70333" w:rsidRDefault="00A70333" w:rsidP="00A70333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A70333" w:rsidRPr="00A01692" w:rsidRDefault="00A70333" w:rsidP="00A70333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A70333" w:rsidTr="00BF6496">
        <w:trPr>
          <w:trHeight w:val="285"/>
        </w:trPr>
        <w:tc>
          <w:tcPr>
            <w:tcW w:w="709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A70333" w:rsidRPr="009E015A" w:rsidTr="00BF6496">
        <w:trPr>
          <w:trHeight w:val="285"/>
        </w:trPr>
        <w:tc>
          <w:tcPr>
            <w:tcW w:w="709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70333" w:rsidRPr="00287F84" w:rsidRDefault="00A70333" w:rsidP="00BF6496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A70333" w:rsidRPr="00287F84" w:rsidRDefault="00A70333" w:rsidP="001C1FF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3005C1">
              <w:rPr>
                <w:rFonts w:ascii="Arial" w:hAnsi="Arial" w:cs="Arial"/>
                <w:kern w:val="0"/>
                <w:szCs w:val="24"/>
                <w:lang w:val="pt-BR"/>
              </w:rPr>
              <w:t>BD_HDNLMF710V1.0.0B0</w:t>
            </w:r>
            <w:r w:rsidR="001C1FFE">
              <w:rPr>
                <w:rFonts w:ascii="Arial" w:hAnsi="Arial" w:cs="Arial" w:hint="eastAsia"/>
                <w:kern w:val="0"/>
                <w:szCs w:val="24"/>
                <w:lang w:val="pt-BR"/>
              </w:rPr>
              <w:t>8</w:t>
            </w:r>
          </w:p>
        </w:tc>
      </w:tr>
      <w:tr w:rsidR="00A70333" w:rsidRPr="00C00BEE" w:rsidTr="00BF6496">
        <w:trPr>
          <w:trHeight w:val="285"/>
        </w:trPr>
        <w:tc>
          <w:tcPr>
            <w:tcW w:w="709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A70333" w:rsidRPr="00C27AF9" w:rsidRDefault="00A70333" w:rsidP="00BF6496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A70333" w:rsidRPr="00C27AF9" w:rsidRDefault="001C1FFE" w:rsidP="00BF6496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1C1FFE">
              <w:rPr>
                <w:rFonts w:ascii="Arial" w:hAnsi="Arial" w:cs="Arial" w:hint="eastAsia"/>
                <w:kern w:val="0"/>
                <w:szCs w:val="24"/>
                <w:lang w:val="pt-BR"/>
              </w:rPr>
              <w:t>WM_TELRUSMF710V1.0.1B02</w:t>
            </w:r>
          </w:p>
        </w:tc>
      </w:tr>
      <w:tr w:rsidR="00A70333" w:rsidRPr="00C00BEE" w:rsidTr="00BF6496">
        <w:trPr>
          <w:trHeight w:val="285"/>
        </w:trPr>
        <w:tc>
          <w:tcPr>
            <w:tcW w:w="709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A70333" w:rsidRDefault="00A70333" w:rsidP="00BF6496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A70333" w:rsidRPr="00F841E4" w:rsidRDefault="00A70333" w:rsidP="00BF649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无变更</w:t>
            </w:r>
          </w:p>
        </w:tc>
      </w:tr>
    </w:tbl>
    <w:p w:rsidR="00A70333" w:rsidRDefault="00A70333" w:rsidP="00A70333">
      <w:pPr>
        <w:rPr>
          <w:rFonts w:hint="eastAsia"/>
        </w:rPr>
      </w:pPr>
    </w:p>
    <w:p w:rsidR="008417F8" w:rsidRDefault="008417F8" w:rsidP="00A70333">
      <w:pPr>
        <w:rPr>
          <w:rFonts w:hint="eastAsia"/>
        </w:rPr>
      </w:pPr>
    </w:p>
    <w:p w:rsidR="008417F8" w:rsidRDefault="008417F8" w:rsidP="00A70333">
      <w:pPr>
        <w:rPr>
          <w:rFonts w:hint="eastAsia"/>
        </w:rPr>
      </w:pPr>
    </w:p>
    <w:p w:rsidR="008417F8" w:rsidRDefault="008417F8" w:rsidP="00A70333"/>
    <w:p w:rsidR="00A70333" w:rsidRPr="00E74E78" w:rsidRDefault="00A70333" w:rsidP="00A70333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lastRenderedPageBreak/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A70333" w:rsidRDefault="00A70333" w:rsidP="00A70333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A70333" w:rsidRPr="00E74E78" w:rsidRDefault="00A70333" w:rsidP="00A70333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A70333" w:rsidRDefault="00A70333" w:rsidP="00BF6496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A70333" w:rsidRDefault="00A70333" w:rsidP="00BF6496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Pr="00BE6FD7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Pr="00BE6FD7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版本号变更</w:t>
            </w:r>
          </w:p>
        </w:tc>
        <w:tc>
          <w:tcPr>
            <w:tcW w:w="1770" w:type="dxa"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Pr="00BE6FD7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版本号变更</w:t>
            </w:r>
          </w:p>
        </w:tc>
        <w:tc>
          <w:tcPr>
            <w:tcW w:w="1770" w:type="dxa"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A70333" w:rsidRPr="001C41DA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支持MAC10.10</w:t>
            </w:r>
          </w:p>
        </w:tc>
        <w:tc>
          <w:tcPr>
            <w:tcW w:w="1770" w:type="dxa"/>
            <w:vAlign w:val="bottom"/>
          </w:tcPr>
          <w:p w:rsidR="00A70333" w:rsidRPr="001C41DA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Pr="00BE6FD7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版本号变更</w:t>
            </w:r>
          </w:p>
        </w:tc>
        <w:tc>
          <w:tcPr>
            <w:tcW w:w="1770" w:type="dxa"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A70333" w:rsidRPr="001C41DA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修改运营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</w:rPr>
              <w:t>商显示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</w:rPr>
              <w:t>问题和APN</w:t>
            </w:r>
          </w:p>
        </w:tc>
        <w:tc>
          <w:tcPr>
            <w:tcW w:w="1770" w:type="dxa"/>
            <w:vAlign w:val="bottom"/>
          </w:tcPr>
          <w:p w:rsidR="00A70333" w:rsidRPr="001C41DA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70333" w:rsidRPr="00814887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Pr="00BE6FD7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版本号变更</w:t>
            </w:r>
          </w:p>
        </w:tc>
        <w:tc>
          <w:tcPr>
            <w:tcW w:w="1770" w:type="dxa"/>
            <w:vAlign w:val="bottom"/>
          </w:tcPr>
          <w:p w:rsidR="00A70333" w:rsidRPr="001846F5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A70333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A70333" w:rsidRDefault="00A70333" w:rsidP="00BF649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A70333" w:rsidRPr="001C41DA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兼容华邦/JSC/GD的flash和解锁功能。</w:t>
            </w:r>
          </w:p>
        </w:tc>
        <w:tc>
          <w:tcPr>
            <w:tcW w:w="1770" w:type="dxa"/>
            <w:vAlign w:val="bottom"/>
          </w:tcPr>
          <w:p w:rsidR="00A70333" w:rsidRPr="001C41DA" w:rsidRDefault="00A70333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17F8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8417F8" w:rsidRDefault="008417F8" w:rsidP="00BF6496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17F8" w:rsidRDefault="008417F8" w:rsidP="008417F8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TELE2_RU_MF710HDV1.0.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1</w:t>
            </w:r>
            <w:r w:rsidRPr="00DF7569">
              <w:rPr>
                <w:rFonts w:ascii="Arial" w:hAnsi="Arial" w:cs="Arial"/>
                <w:bCs/>
                <w:iCs/>
                <w:kern w:val="0"/>
                <w:szCs w:val="21"/>
              </w:rPr>
              <w:t>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417F8" w:rsidRPr="001C41DA" w:rsidRDefault="008417F8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17F8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8417F8" w:rsidRDefault="008417F8" w:rsidP="00BF6496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17F8" w:rsidRPr="008417F8" w:rsidRDefault="008417F8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支持新flash：</w:t>
            </w:r>
            <w:r w:rsidRPr="005C66BA">
              <w:rPr>
                <w:rFonts w:ascii="Arial" w:hAnsi="Arial" w:cs="Arial"/>
                <w:bCs/>
                <w:iCs/>
                <w:kern w:val="0"/>
                <w:szCs w:val="21"/>
              </w:rPr>
              <w:t>JSFA9C2NH3BBA-450</w:t>
            </w:r>
          </w:p>
        </w:tc>
        <w:tc>
          <w:tcPr>
            <w:tcW w:w="1770" w:type="dxa"/>
            <w:vAlign w:val="bottom"/>
          </w:tcPr>
          <w:p w:rsidR="008417F8" w:rsidRPr="001C41DA" w:rsidRDefault="008417F8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17F8" w:rsidTr="00BF6496">
        <w:trPr>
          <w:trHeight w:val="285"/>
        </w:trPr>
        <w:tc>
          <w:tcPr>
            <w:tcW w:w="1134" w:type="dxa"/>
            <w:noWrap/>
            <w:vAlign w:val="bottom"/>
          </w:tcPr>
          <w:p w:rsidR="008417F8" w:rsidRDefault="008417F8" w:rsidP="00BF6496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17F8" w:rsidRDefault="008417F8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</w:p>
        </w:tc>
        <w:tc>
          <w:tcPr>
            <w:tcW w:w="1770" w:type="dxa"/>
            <w:vAlign w:val="bottom"/>
          </w:tcPr>
          <w:p w:rsidR="008417F8" w:rsidRPr="001C41DA" w:rsidRDefault="008417F8" w:rsidP="00BF649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A70333" w:rsidRPr="00C44A13" w:rsidRDefault="00A70333" w:rsidP="00A70333"/>
    <w:p w:rsidR="00A70333" w:rsidRDefault="00A70333" w:rsidP="00A70333"/>
    <w:p w:rsidR="00FF0AAD" w:rsidRDefault="00FF0AAD"/>
    <w:sectPr w:rsidR="00FF0AAD" w:rsidSect="00FF0AAD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6E8" w:rsidRDefault="003166E8" w:rsidP="00FF0AAD">
      <w:r>
        <w:separator/>
      </w:r>
    </w:p>
  </w:endnote>
  <w:endnote w:type="continuationSeparator" w:id="0">
    <w:p w:rsidR="003166E8" w:rsidRDefault="003166E8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2A75F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2A75F6">
      <w:rPr>
        <w:rStyle w:val="a6"/>
      </w:rPr>
      <w:fldChar w:fldCharType="begin"/>
    </w:r>
    <w:r>
      <w:rPr>
        <w:rStyle w:val="a6"/>
      </w:rPr>
      <w:instrText xml:space="preserve">PAGE  </w:instrText>
    </w:r>
    <w:r w:rsidR="002A75F6">
      <w:rPr>
        <w:rStyle w:val="a6"/>
      </w:rPr>
      <w:fldChar w:fldCharType="separate"/>
    </w:r>
    <w:r w:rsidR="005C66BA">
      <w:rPr>
        <w:rStyle w:val="a6"/>
        <w:noProof/>
      </w:rPr>
      <w:t>4</w:t>
    </w:r>
    <w:r w:rsidR="002A75F6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796A2A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 </w:t>
    </w:r>
    <w:r w:rsidR="00971DDC">
      <w:rPr>
        <w:rFonts w:hint="eastAsia"/>
      </w:rPr>
      <w:t xml:space="preserve">All Rights reserved, No Spreading without </w:t>
    </w:r>
    <w:r w:rsidR="00971DDC">
      <w:t>Permission</w:t>
    </w:r>
    <w:r w:rsidR="00971DDC"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6E8" w:rsidRDefault="003166E8" w:rsidP="00FF0AAD">
      <w:r>
        <w:separator/>
      </w:r>
    </w:p>
  </w:footnote>
  <w:footnote w:type="continuationSeparator" w:id="0">
    <w:p w:rsidR="003166E8" w:rsidRDefault="003166E8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</w:t>
    </w:r>
    <w:r w:rsidR="0051029C">
      <w:rPr>
        <w:rFonts w:hint="eastAsia"/>
      </w:rPr>
      <w:t xml:space="preserve">      </w:t>
    </w:r>
    <w:r>
      <w:rPr>
        <w:rFonts w:hint="eastAsia"/>
      </w:rPr>
      <w:t xml:space="preserve"> </w:t>
    </w:r>
    <w:r w:rsidR="00971DDC">
      <w:rPr>
        <w:rFonts w:ascii="宋体" w:hAnsi="宋体" w:cs="仿宋_GB2312" w:hint="eastAsia"/>
        <w:color w:val="000000"/>
        <w:kern w:val="0"/>
        <w:szCs w:val="21"/>
      </w:rPr>
      <w:t>秘密</w:t>
    </w:r>
    <w:r w:rsidR="0051029C">
      <w:rPr>
        <w:color w:val="000000"/>
        <w:kern w:val="0"/>
        <w:sz w:val="24"/>
      </w:rPr>
      <w:t>Confidential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2545"/>
    <w:rsid w:val="00092939"/>
    <w:rsid w:val="000C2545"/>
    <w:rsid w:val="00126145"/>
    <w:rsid w:val="001767E6"/>
    <w:rsid w:val="00190A8D"/>
    <w:rsid w:val="001B21A1"/>
    <w:rsid w:val="001C1FFE"/>
    <w:rsid w:val="002333B7"/>
    <w:rsid w:val="00244D42"/>
    <w:rsid w:val="002A75F6"/>
    <w:rsid w:val="002D35FA"/>
    <w:rsid w:val="00312C1A"/>
    <w:rsid w:val="00312DD1"/>
    <w:rsid w:val="003166E8"/>
    <w:rsid w:val="0033176D"/>
    <w:rsid w:val="003504B5"/>
    <w:rsid w:val="003A2A06"/>
    <w:rsid w:val="003F58F6"/>
    <w:rsid w:val="00413229"/>
    <w:rsid w:val="00427917"/>
    <w:rsid w:val="0046088D"/>
    <w:rsid w:val="0048006F"/>
    <w:rsid w:val="004C63EE"/>
    <w:rsid w:val="0051029C"/>
    <w:rsid w:val="005C66BA"/>
    <w:rsid w:val="005D680C"/>
    <w:rsid w:val="005F56A6"/>
    <w:rsid w:val="00620346"/>
    <w:rsid w:val="00690BB8"/>
    <w:rsid w:val="006C60A2"/>
    <w:rsid w:val="006D7CA8"/>
    <w:rsid w:val="00771468"/>
    <w:rsid w:val="00793203"/>
    <w:rsid w:val="00796A2A"/>
    <w:rsid w:val="007A2A69"/>
    <w:rsid w:val="007C33E4"/>
    <w:rsid w:val="007E771D"/>
    <w:rsid w:val="008417F8"/>
    <w:rsid w:val="00872250"/>
    <w:rsid w:val="0096003B"/>
    <w:rsid w:val="00971DDC"/>
    <w:rsid w:val="00992DCD"/>
    <w:rsid w:val="009E748B"/>
    <w:rsid w:val="00A22250"/>
    <w:rsid w:val="00A70333"/>
    <w:rsid w:val="00A95088"/>
    <w:rsid w:val="00AC4276"/>
    <w:rsid w:val="00B12666"/>
    <w:rsid w:val="00C50168"/>
    <w:rsid w:val="00D85273"/>
    <w:rsid w:val="00DA12AB"/>
    <w:rsid w:val="00E153F6"/>
    <w:rsid w:val="00E43842"/>
    <w:rsid w:val="00E943EE"/>
    <w:rsid w:val="00F01A21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3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A703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70333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A70333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A70333"/>
  </w:style>
  <w:style w:type="paragraph" w:styleId="a8">
    <w:name w:val="annotation text"/>
    <w:basedOn w:val="a"/>
    <w:link w:val="Char0"/>
    <w:semiHidden/>
    <w:unhideWhenUsed/>
    <w:rsid w:val="00A70333"/>
    <w:pPr>
      <w:jc w:val="left"/>
    </w:pPr>
  </w:style>
  <w:style w:type="character" w:customStyle="1" w:styleId="Char0">
    <w:name w:val="批注文字 Char"/>
    <w:basedOn w:val="a0"/>
    <w:link w:val="a8"/>
    <w:semiHidden/>
    <w:rsid w:val="00A70333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A70333"/>
    <w:rPr>
      <w:b/>
      <w:bCs/>
    </w:rPr>
  </w:style>
  <w:style w:type="character" w:customStyle="1" w:styleId="Char1">
    <w:name w:val="批注主题 Char"/>
    <w:basedOn w:val="Char0"/>
    <w:link w:val="a9"/>
    <w:semiHidden/>
    <w:rsid w:val="00A703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ujianning\Application%20Data\Microsoft\Templates\&#31192;&#23494;.dotx" TargetMode="External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秘密.dotx</Template>
  <TotalTime>2</TotalTime>
  <Pages>4</Pages>
  <Words>196</Words>
  <Characters>1122</Characters>
  <Application>Microsoft Office Word</Application>
  <DocSecurity>0</DocSecurity>
  <Lines>9</Lines>
  <Paragraphs>2</Paragraphs>
  <ScaleCrop>false</ScaleCrop>
  <Company>zte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wujianning</dc:creator>
  <cp:lastModifiedBy>wujianning</cp:lastModifiedBy>
  <cp:revision>7</cp:revision>
  <cp:lastPrinted>2113-01-01T00:00:00Z</cp:lastPrinted>
  <dcterms:created xsi:type="dcterms:W3CDTF">2017-05-09T05:51:00Z</dcterms:created>
  <dcterms:modified xsi:type="dcterms:W3CDTF">2017-05-09T05:53:00Z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